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54969" cy="2989385"/>
                <wp:effectExtent l="0" t="0" r="2222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969" cy="29893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6.75pt;height:2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" filled="f" strokecolor="#7030a0" strokeweight="1pt"/>
            </w:pict>
          </mc:Fallback>
        </mc:AlternateContent>
      </w:r>
      <w:r w:rsidR="00D675FD">
        <w:rPr>
          <w:rFonts w:ascii="Arial" w:hAnsi="Arial" w:cs="Arial"/>
          <w:b/>
          <w:color w:val="7030A0"/>
          <w:sz w:val="28"/>
          <w:szCs w:val="28"/>
        </w:rPr>
        <w:t>ALPHABET TAMOUL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C2090D" w:rsidRDefault="00E677FF" w:rsidP="00C209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À la découverte de l'alphabet tamoul ! </w:t>
      </w:r>
      <w:proofErr w:type="spellStart"/>
      <w:r>
        <w:rPr>
          <w:rFonts w:ascii="Arial" w:hAnsi="Arial" w:cs="Arial"/>
        </w:rPr>
        <w:t>Prêt-e</w:t>
      </w:r>
      <w:proofErr w:type="spellEnd"/>
      <w:r>
        <w:rPr>
          <w:rFonts w:ascii="Arial" w:hAnsi="Arial" w:cs="Arial"/>
        </w:rPr>
        <w:t xml:space="preserve"> à déco</w:t>
      </w:r>
      <w:r w:rsidR="00821138">
        <w:rPr>
          <w:rFonts w:ascii="Arial" w:hAnsi="Arial" w:cs="Arial"/>
        </w:rPr>
        <w:t xml:space="preserve">uvrir l'éléphant, </w:t>
      </w:r>
      <w:r w:rsidR="006C5FF9">
        <w:rPr>
          <w:rFonts w:ascii="Arial" w:hAnsi="Arial" w:cs="Arial"/>
        </w:rPr>
        <w:t>le</w:t>
      </w:r>
      <w:r w:rsidR="00D50AF4">
        <w:rPr>
          <w:rFonts w:ascii="Arial" w:hAnsi="Arial" w:cs="Arial"/>
        </w:rPr>
        <w:t xml:space="preserve"> paon</w:t>
      </w:r>
      <w:r w:rsidR="00821138">
        <w:rPr>
          <w:rFonts w:ascii="Arial" w:hAnsi="Arial" w:cs="Arial"/>
        </w:rPr>
        <w:t xml:space="preserve">, la vache, l'ours et le perroquet </w:t>
      </w:r>
      <w:r>
        <w:rPr>
          <w:rFonts w:ascii="Arial" w:hAnsi="Arial" w:cs="Arial"/>
        </w:rPr>
        <w:t xml:space="preserve">dans ce nouvel alphabet ?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E677FF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 : L</w:t>
      </w:r>
      <w:r w:rsidR="00D50A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</w:t>
      </w:r>
    </w:p>
    <w:p w:rsidR="00E677FF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 </w:t>
      </w:r>
    </w:p>
    <w:p w:rsidR="00E677FF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: - </w:t>
      </w:r>
    </w:p>
    <w:p w:rsidR="00E677FF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 </w:t>
      </w:r>
    </w:p>
    <w:p w:rsidR="00E677FF" w:rsidRPr="0094240B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 CM</w:t>
      </w:r>
      <w:r w:rsidR="00D50A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</w:t>
      </w:r>
    </w:p>
    <w:p w:rsidR="00E677FF" w:rsidRPr="00687DE3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13, FG 14-15, FG 18 </w:t>
      </w:r>
      <w:r>
        <w:rPr>
          <w:rFonts w:ascii="Arial" w:hAnsi="Arial" w:cs="Arial"/>
        </w:rPr>
        <w:tab/>
      </w:r>
    </w:p>
    <w:p w:rsidR="00E677FF" w:rsidRDefault="00E677FF" w:rsidP="00E677F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>
        <w:rPr>
          <w:rFonts w:ascii="Arial" w:hAnsi="Arial" w:cs="Arial"/>
        </w:rPr>
        <w:t xml:space="preserve"> Communication,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5327F0" w:rsidRDefault="005327F0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D675FD" w:rsidRDefault="00F723D3" w:rsidP="00D675F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75FD" w:rsidRDefault="00D675FD" w:rsidP="00BF17AA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D675FD">
        <w:rPr>
          <w:rFonts w:ascii="Arial" w:hAnsi="Arial" w:cs="Arial"/>
          <w:b/>
        </w:rPr>
        <w:t>PDF "images animaux et nom</w:t>
      </w:r>
      <w:r w:rsidR="001B5942">
        <w:rPr>
          <w:rFonts w:ascii="Arial" w:hAnsi="Arial" w:cs="Arial"/>
          <w:b/>
        </w:rPr>
        <w:t>s</w:t>
      </w:r>
      <w:r w:rsidRPr="00D675FD">
        <w:rPr>
          <w:rFonts w:ascii="Arial" w:hAnsi="Arial" w:cs="Arial"/>
          <w:b/>
        </w:rPr>
        <w:t xml:space="preserve"> en tamoul"</w:t>
      </w:r>
      <w:r>
        <w:rPr>
          <w:rFonts w:ascii="Arial" w:hAnsi="Arial" w:cs="Arial"/>
          <w:b/>
        </w:rPr>
        <w:t xml:space="preserve"> </w:t>
      </w:r>
      <w:r w:rsidRPr="00D675FD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à imprimer en couleur </w:t>
      </w:r>
    </w:p>
    <w:p w:rsidR="00D660C8" w:rsidRPr="00D675FD" w:rsidRDefault="00D675FD" w:rsidP="00BF17AA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"alphabet tamoul</w:t>
      </w:r>
      <w:r w:rsidRPr="00D675FD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 xml:space="preserve"> </w:t>
      </w:r>
      <w:r w:rsidRPr="00D675FD">
        <w:rPr>
          <w:rFonts w:ascii="Arial" w:hAnsi="Arial" w:cs="Arial"/>
          <w:b/>
        </w:rPr>
        <w:sym w:font="Wingdings" w:char="F0E0"/>
      </w:r>
      <w:r w:rsidR="00BF17AA">
        <w:rPr>
          <w:rFonts w:ascii="Arial" w:hAnsi="Arial" w:cs="Arial"/>
          <w:b/>
        </w:rPr>
        <w:t xml:space="preserve"> imprimer 4 versions et </w:t>
      </w:r>
      <w:r>
        <w:rPr>
          <w:rFonts w:ascii="Arial" w:hAnsi="Arial" w:cs="Arial"/>
          <w:b/>
        </w:rPr>
        <w:t>découper</w:t>
      </w:r>
      <w:r w:rsidR="00D50AF4">
        <w:rPr>
          <w:rFonts w:ascii="Arial" w:hAnsi="Arial" w:cs="Arial"/>
          <w:b/>
        </w:rPr>
        <w:t xml:space="preserve"> </w:t>
      </w:r>
      <w:r w:rsidR="00D50AF4">
        <w:rPr>
          <w:rFonts w:ascii="Arial" w:hAnsi="Arial" w:cs="Arial"/>
          <w:b/>
        </w:rPr>
        <w:t>chaque lettre</w:t>
      </w:r>
      <w:bookmarkStart w:id="0" w:name="_GoBack"/>
      <w:bookmarkEnd w:id="0"/>
      <w:r>
        <w:rPr>
          <w:rFonts w:ascii="Arial" w:hAnsi="Arial" w:cs="Arial"/>
          <w:b/>
        </w:rPr>
        <w:t xml:space="preserve"> en petites cartes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B5942"/>
    <w:rsid w:val="00262314"/>
    <w:rsid w:val="003F707B"/>
    <w:rsid w:val="004163C9"/>
    <w:rsid w:val="004B3F3D"/>
    <w:rsid w:val="00507F03"/>
    <w:rsid w:val="005327F0"/>
    <w:rsid w:val="005472B9"/>
    <w:rsid w:val="00687DE3"/>
    <w:rsid w:val="006C5FF9"/>
    <w:rsid w:val="00716697"/>
    <w:rsid w:val="00821138"/>
    <w:rsid w:val="008844A5"/>
    <w:rsid w:val="0094240B"/>
    <w:rsid w:val="00BF17AA"/>
    <w:rsid w:val="00C2090D"/>
    <w:rsid w:val="00D50AF4"/>
    <w:rsid w:val="00D61C79"/>
    <w:rsid w:val="00D660C8"/>
    <w:rsid w:val="00D675FD"/>
    <w:rsid w:val="00D75DB1"/>
    <w:rsid w:val="00DF5E50"/>
    <w:rsid w:val="00E01974"/>
    <w:rsid w:val="00E677FF"/>
    <w:rsid w:val="00F357A9"/>
    <w:rsid w:val="00F62436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2720338.dotm</Template>
  <TotalTime>47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18</cp:revision>
  <dcterms:created xsi:type="dcterms:W3CDTF">2019-05-16T14:12:00Z</dcterms:created>
  <dcterms:modified xsi:type="dcterms:W3CDTF">2019-08-22T13:03:00Z</dcterms:modified>
</cp:coreProperties>
</file>